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A31A82">
        <w:rPr>
          <w:rFonts w:ascii="Arial" w:hAnsi="Arial" w:cs="Arial"/>
          <w:color w:val="000000"/>
          <w:sz w:val="20"/>
          <w:szCs w:val="20"/>
        </w:rPr>
        <w:t>27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A31A82">
        <w:rPr>
          <w:rFonts w:ascii="Arial" w:hAnsi="Arial" w:cs="Arial"/>
          <w:b/>
          <w:color w:val="000000"/>
          <w:sz w:val="20"/>
          <w:szCs w:val="20"/>
        </w:rPr>
        <w:t>5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201</w:t>
      </w:r>
      <w:r w:rsidR="00117C75"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EB592A" w:rsidRDefault="00EB592A" w:rsidP="00EB592A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 xml:space="preserve">Izdelava </w:t>
            </w:r>
            <w:r w:rsidR="00E67E11">
              <w:rPr>
                <w:rFonts w:ascii="Arial" w:hAnsi="Arial" w:cs="Arial"/>
                <w:b/>
              </w:rPr>
              <w:t>reklamnih panojev za potrebe Občine Laško v Debru</w:t>
            </w:r>
          </w:p>
          <w:p w:rsidR="00EB592A" w:rsidRDefault="00EB592A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6D60" w:rsidRPr="00B123E0" w:rsidRDefault="00C16D60" w:rsidP="00EB592A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C16D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3E7ADE">
        <w:rPr>
          <w:rFonts w:ascii="Arial" w:hAnsi="Arial" w:cs="Arial"/>
          <w:sz w:val="22"/>
          <w:szCs w:val="22"/>
        </w:rPr>
        <w:t xml:space="preserve">v roku </w:t>
      </w:r>
      <w:r w:rsidR="006C2C9C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  <w:r w:rsidR="00ED767F" w:rsidRPr="007523E6">
        <w:rPr>
          <w:rFonts w:ascii="Arial" w:hAnsi="Arial" w:cs="Arial"/>
          <w:sz w:val="22"/>
          <w:szCs w:val="22"/>
        </w:rPr>
        <w:t xml:space="preserve"> </w:t>
      </w:r>
      <w:r w:rsidR="00890A9F">
        <w:rPr>
          <w:rFonts w:ascii="Arial" w:hAnsi="Arial" w:cs="Arial"/>
          <w:sz w:val="22"/>
          <w:szCs w:val="22"/>
        </w:rPr>
        <w:t>mesecev</w:t>
      </w:r>
      <w:r w:rsidR="00184771">
        <w:rPr>
          <w:rFonts w:ascii="Arial" w:hAnsi="Arial" w:cs="Arial"/>
          <w:sz w:val="22"/>
          <w:szCs w:val="22"/>
        </w:rPr>
        <w:t xml:space="preserve"> od </w:t>
      </w:r>
      <w:r w:rsidR="00A92267">
        <w:rPr>
          <w:rFonts w:ascii="Arial" w:hAnsi="Arial" w:cs="Arial"/>
          <w:sz w:val="22"/>
          <w:szCs w:val="22"/>
        </w:rPr>
        <w:t>prejema podpisane pogodbe.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090" w:rsidRDefault="00540090">
      <w:r>
        <w:separator/>
      </w:r>
    </w:p>
  </w:endnote>
  <w:endnote w:type="continuationSeparator" w:id="0">
    <w:p w:rsidR="00540090" w:rsidRDefault="0054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6C2C9C">
      <w:rPr>
        <w:rStyle w:val="tevilkastrani"/>
        <w:noProof/>
        <w:sz w:val="14"/>
        <w:szCs w:val="14"/>
      </w:rPr>
      <w:t>2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090" w:rsidRDefault="00540090">
      <w:r>
        <w:separator/>
      </w:r>
    </w:p>
  </w:footnote>
  <w:footnote w:type="continuationSeparator" w:id="0">
    <w:p w:rsidR="00540090" w:rsidRDefault="0054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57B63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C7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87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A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EB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AD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8230C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233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9A1C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CA3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1E420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B096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FCCD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A677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DEEC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F9CF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FCFE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0E00E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D47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7E32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BE0CE8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321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E64FF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5412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6EFB"/>
    <w:rsid w:val="0002106B"/>
    <w:rsid w:val="00026E14"/>
    <w:rsid w:val="00032A18"/>
    <w:rsid w:val="0003387B"/>
    <w:rsid w:val="00040AAB"/>
    <w:rsid w:val="000D6E87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C1EE9"/>
    <w:rsid w:val="001C78F2"/>
    <w:rsid w:val="001D4305"/>
    <w:rsid w:val="0020105F"/>
    <w:rsid w:val="00205079"/>
    <w:rsid w:val="002327F7"/>
    <w:rsid w:val="00242ED7"/>
    <w:rsid w:val="00251ADC"/>
    <w:rsid w:val="00257619"/>
    <w:rsid w:val="00261FBD"/>
    <w:rsid w:val="00264B3F"/>
    <w:rsid w:val="00277E20"/>
    <w:rsid w:val="00287CA0"/>
    <w:rsid w:val="002A3140"/>
    <w:rsid w:val="002A44A2"/>
    <w:rsid w:val="002C0F94"/>
    <w:rsid w:val="002F19B2"/>
    <w:rsid w:val="00304FE4"/>
    <w:rsid w:val="00310B3E"/>
    <w:rsid w:val="00323713"/>
    <w:rsid w:val="00354B41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A1A"/>
    <w:rsid w:val="00404FDA"/>
    <w:rsid w:val="00420C1C"/>
    <w:rsid w:val="00422D6B"/>
    <w:rsid w:val="00426C23"/>
    <w:rsid w:val="004407B0"/>
    <w:rsid w:val="00462120"/>
    <w:rsid w:val="004736CC"/>
    <w:rsid w:val="0049418C"/>
    <w:rsid w:val="004B3134"/>
    <w:rsid w:val="004D7B1D"/>
    <w:rsid w:val="004E32B3"/>
    <w:rsid w:val="00522F1B"/>
    <w:rsid w:val="00540090"/>
    <w:rsid w:val="005441B8"/>
    <w:rsid w:val="00551B35"/>
    <w:rsid w:val="00557D83"/>
    <w:rsid w:val="005729BD"/>
    <w:rsid w:val="00585634"/>
    <w:rsid w:val="005A354A"/>
    <w:rsid w:val="005B705E"/>
    <w:rsid w:val="005D6FB9"/>
    <w:rsid w:val="0063125E"/>
    <w:rsid w:val="00633B94"/>
    <w:rsid w:val="006349B1"/>
    <w:rsid w:val="0065187F"/>
    <w:rsid w:val="0067377C"/>
    <w:rsid w:val="006901D1"/>
    <w:rsid w:val="00690FAE"/>
    <w:rsid w:val="00694C74"/>
    <w:rsid w:val="006A2018"/>
    <w:rsid w:val="006C2C9C"/>
    <w:rsid w:val="006D05D3"/>
    <w:rsid w:val="006D0B6E"/>
    <w:rsid w:val="006E748B"/>
    <w:rsid w:val="00724CF3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50348"/>
    <w:rsid w:val="008723DD"/>
    <w:rsid w:val="00881B34"/>
    <w:rsid w:val="00882926"/>
    <w:rsid w:val="00882B2C"/>
    <w:rsid w:val="00890A9F"/>
    <w:rsid w:val="008A1AFD"/>
    <w:rsid w:val="008B2A12"/>
    <w:rsid w:val="008B4D64"/>
    <w:rsid w:val="008B4F68"/>
    <w:rsid w:val="008C4DB6"/>
    <w:rsid w:val="008E0851"/>
    <w:rsid w:val="00914000"/>
    <w:rsid w:val="00915101"/>
    <w:rsid w:val="00935223"/>
    <w:rsid w:val="00936515"/>
    <w:rsid w:val="0095171D"/>
    <w:rsid w:val="00991326"/>
    <w:rsid w:val="009D45EB"/>
    <w:rsid w:val="009D6D75"/>
    <w:rsid w:val="00A05AD6"/>
    <w:rsid w:val="00A21A19"/>
    <w:rsid w:val="00A31A82"/>
    <w:rsid w:val="00A47C72"/>
    <w:rsid w:val="00A56F63"/>
    <w:rsid w:val="00A6060D"/>
    <w:rsid w:val="00A63689"/>
    <w:rsid w:val="00A76205"/>
    <w:rsid w:val="00A91E29"/>
    <w:rsid w:val="00A92267"/>
    <w:rsid w:val="00AC4231"/>
    <w:rsid w:val="00AD0695"/>
    <w:rsid w:val="00AD74A6"/>
    <w:rsid w:val="00AE59F7"/>
    <w:rsid w:val="00AF163B"/>
    <w:rsid w:val="00B123E0"/>
    <w:rsid w:val="00B33019"/>
    <w:rsid w:val="00B724A2"/>
    <w:rsid w:val="00B858E4"/>
    <w:rsid w:val="00B907C9"/>
    <w:rsid w:val="00B91FA6"/>
    <w:rsid w:val="00B96039"/>
    <w:rsid w:val="00BD3701"/>
    <w:rsid w:val="00BE4AF4"/>
    <w:rsid w:val="00C02B6E"/>
    <w:rsid w:val="00C03252"/>
    <w:rsid w:val="00C14AAE"/>
    <w:rsid w:val="00C16D60"/>
    <w:rsid w:val="00C6314F"/>
    <w:rsid w:val="00C73A45"/>
    <w:rsid w:val="00C85513"/>
    <w:rsid w:val="00C93A66"/>
    <w:rsid w:val="00CC5663"/>
    <w:rsid w:val="00CD595F"/>
    <w:rsid w:val="00CE72AF"/>
    <w:rsid w:val="00D23765"/>
    <w:rsid w:val="00D24E99"/>
    <w:rsid w:val="00D37ACE"/>
    <w:rsid w:val="00D70FB8"/>
    <w:rsid w:val="00D7722A"/>
    <w:rsid w:val="00DA1E7E"/>
    <w:rsid w:val="00DC20A8"/>
    <w:rsid w:val="00DC59B2"/>
    <w:rsid w:val="00DD3D78"/>
    <w:rsid w:val="00DE110A"/>
    <w:rsid w:val="00DF755A"/>
    <w:rsid w:val="00E0048C"/>
    <w:rsid w:val="00E02B15"/>
    <w:rsid w:val="00E03D4B"/>
    <w:rsid w:val="00E27249"/>
    <w:rsid w:val="00E312D5"/>
    <w:rsid w:val="00E61230"/>
    <w:rsid w:val="00E6174C"/>
    <w:rsid w:val="00E67E11"/>
    <w:rsid w:val="00E70247"/>
    <w:rsid w:val="00E77307"/>
    <w:rsid w:val="00EB147F"/>
    <w:rsid w:val="00EB592A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A053C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F2A56EB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JANA2007\podatki\Dokumenti\PONUDB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PONUDBA.dot</Template>
  <TotalTime>0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1518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Luka</cp:lastModifiedBy>
  <cp:revision>2</cp:revision>
  <cp:lastPrinted>2018-03-29T11:39:00Z</cp:lastPrinted>
  <dcterms:created xsi:type="dcterms:W3CDTF">2019-05-26T14:08:00Z</dcterms:created>
  <dcterms:modified xsi:type="dcterms:W3CDTF">2019-05-26T14:08:00Z</dcterms:modified>
</cp:coreProperties>
</file>