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C6" w:rsidRPr="006D0B6E" w:rsidRDefault="00E13AC6" w:rsidP="00E13AC6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>
        <w:rPr>
          <w:rFonts w:ascii="Arial" w:hAnsi="Arial" w:cs="Arial"/>
          <w:b/>
          <w:sz w:val="22"/>
        </w:rPr>
        <w:t>C</w:t>
      </w:r>
    </w:p>
    <w:p w:rsidR="00E13AC6" w:rsidRPr="00B32195" w:rsidRDefault="00E13AC6" w:rsidP="00E13AC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C63597">
        <w:rPr>
          <w:rFonts w:ascii="Arial" w:hAnsi="Arial" w:cs="Arial"/>
          <w:color w:val="000000"/>
          <w:sz w:val="20"/>
          <w:szCs w:val="20"/>
        </w:rPr>
        <w:t>622-0001/2020</w:t>
      </w:r>
    </w:p>
    <w:p w:rsidR="00E13AC6" w:rsidRPr="00B45F47" w:rsidRDefault="00E13AC6" w:rsidP="00E13AC6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45F47">
        <w:rPr>
          <w:rFonts w:ascii="Arial" w:hAnsi="Arial" w:cs="Arial"/>
          <w:color w:val="000000"/>
          <w:sz w:val="20"/>
          <w:szCs w:val="20"/>
        </w:rPr>
        <w:t>Datum:</w:t>
      </w:r>
      <w:r w:rsidRPr="00B45F47">
        <w:rPr>
          <w:rFonts w:ascii="Arial" w:hAnsi="Arial" w:cs="Arial"/>
          <w:color w:val="000000"/>
          <w:sz w:val="20"/>
          <w:szCs w:val="20"/>
        </w:rPr>
        <w:tab/>
      </w:r>
      <w:r w:rsidRPr="00B45F47">
        <w:rPr>
          <w:rFonts w:ascii="Arial" w:hAnsi="Arial" w:cs="Arial"/>
          <w:color w:val="000000"/>
          <w:sz w:val="20"/>
          <w:szCs w:val="20"/>
        </w:rPr>
        <w:tab/>
      </w:r>
      <w:r w:rsidR="00E36971">
        <w:rPr>
          <w:rFonts w:ascii="Arial" w:hAnsi="Arial" w:cs="Arial"/>
          <w:color w:val="000000"/>
          <w:sz w:val="20"/>
          <w:szCs w:val="20"/>
        </w:rPr>
        <w:t>24. 5</w:t>
      </w:r>
      <w:r>
        <w:rPr>
          <w:rFonts w:ascii="Arial" w:hAnsi="Arial" w:cs="Arial"/>
          <w:color w:val="000000"/>
          <w:sz w:val="20"/>
          <w:szCs w:val="20"/>
        </w:rPr>
        <w:t>. 202</w:t>
      </w:r>
      <w:r w:rsidR="00E36971">
        <w:rPr>
          <w:rFonts w:ascii="Arial" w:hAnsi="Arial" w:cs="Arial"/>
          <w:color w:val="000000"/>
          <w:sz w:val="20"/>
          <w:szCs w:val="20"/>
        </w:rPr>
        <w:t>1</w:t>
      </w:r>
    </w:p>
    <w:p w:rsidR="00E13AC6" w:rsidRDefault="00E13AC6" w:rsidP="00E13AC6">
      <w:pPr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E13AC6" w:rsidRPr="00A6060D" w:rsidTr="00EB2DDC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E13AC6" w:rsidRPr="00A6060D" w:rsidRDefault="00E13AC6" w:rsidP="00EB2DDC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E13AC6" w:rsidRPr="00A6060D" w:rsidRDefault="00E13AC6" w:rsidP="00EB2DDC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E13AC6" w:rsidRPr="00A6060D" w:rsidRDefault="00E13AC6" w:rsidP="00EB2DDC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E13AC6" w:rsidRDefault="00E13AC6" w:rsidP="00E13AC6"/>
    <w:p w:rsidR="00E13AC6" w:rsidRPr="00FD72B3" w:rsidRDefault="00E13AC6" w:rsidP="00E13AC6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E13AC6" w:rsidRPr="00FD72B3" w:rsidTr="00EB2DDC">
        <w:trPr>
          <w:trHeight w:val="378"/>
        </w:trPr>
        <w:tc>
          <w:tcPr>
            <w:tcW w:w="2127" w:type="dxa"/>
          </w:tcPr>
          <w:p w:rsidR="00E13AC6" w:rsidRPr="00FD72B3" w:rsidRDefault="00E13AC6" w:rsidP="00EB2DD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13AC6" w:rsidRDefault="004B14F7" w:rsidP="00EB2DDC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Sanacija ostankov baročnega dvorca v kompleksu samostana Jurklošter</w:t>
            </w:r>
          </w:p>
          <w:p w:rsidR="00E13AC6" w:rsidRDefault="00E13AC6" w:rsidP="00EB2DDC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13AC6" w:rsidRPr="00B123E0" w:rsidRDefault="00E13AC6" w:rsidP="00EB2DDC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E13AC6" w:rsidRPr="00FD72B3" w:rsidTr="00EB2DDC">
        <w:trPr>
          <w:trHeight w:val="216"/>
        </w:trPr>
        <w:tc>
          <w:tcPr>
            <w:tcW w:w="2127" w:type="dxa"/>
          </w:tcPr>
          <w:p w:rsidR="00E13AC6" w:rsidRPr="00FD72B3" w:rsidRDefault="00E13AC6" w:rsidP="00EB2DDC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E13AC6" w:rsidRPr="00FD72B3" w:rsidRDefault="00E13AC6" w:rsidP="00EB2DDC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E13AC6" w:rsidRPr="00FD72B3" w:rsidRDefault="00E13AC6" w:rsidP="00E13AC6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E13AC6" w:rsidRPr="00FD72B3" w:rsidTr="00EB2DDC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13AC6" w:rsidRPr="00AC1953" w:rsidRDefault="00E13AC6" w:rsidP="00EB2DDC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AC6" w:rsidRPr="00FD72B3" w:rsidRDefault="00E13AC6" w:rsidP="00EB2DDC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E13AC6" w:rsidRPr="00FD72B3" w:rsidRDefault="00E13AC6" w:rsidP="00EB2DDC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E13AC6" w:rsidRPr="00FD72B3" w:rsidRDefault="00E13AC6" w:rsidP="00E13AC6">
      <w:pPr>
        <w:rPr>
          <w:rFonts w:ascii="Arial" w:hAnsi="Arial" w:cs="Arial"/>
        </w:rPr>
      </w:pPr>
    </w:p>
    <w:p w:rsidR="00E13AC6" w:rsidRPr="00CE5224" w:rsidRDefault="00E13AC6" w:rsidP="00E13AC6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E13AC6" w:rsidRDefault="00E13AC6" w:rsidP="00E13AC6">
      <w:pPr>
        <w:pStyle w:val="Glava"/>
        <w:rPr>
          <w:rFonts w:ascii="Arial" w:hAnsi="Arial" w:cs="Arial"/>
        </w:rPr>
      </w:pPr>
    </w:p>
    <w:p w:rsidR="00E13AC6" w:rsidRPr="000A778C" w:rsidRDefault="00E13AC6" w:rsidP="00E13AC6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E13AC6" w:rsidRDefault="00E13AC6" w:rsidP="00E13AC6">
      <w:pPr>
        <w:jc w:val="both"/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E13AC6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E13AC6" w:rsidRPr="000A778C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E13AC6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E13AC6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Pr="000A778C" w:rsidRDefault="00E13AC6" w:rsidP="00E13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E13AC6" w:rsidRDefault="00E13AC6" w:rsidP="00E13AC6">
      <w:pPr>
        <w:jc w:val="both"/>
      </w:pPr>
    </w:p>
    <w:p w:rsidR="00E13AC6" w:rsidRPr="000A778C" w:rsidRDefault="00E13AC6" w:rsidP="00E13AC6">
      <w:pPr>
        <w:pStyle w:val="Glava"/>
        <w:numPr>
          <w:ilvl w:val="0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</w:p>
    <w:p w:rsidR="00E13AC6" w:rsidRPr="00FD72B3" w:rsidRDefault="00E13AC6" w:rsidP="00E13AC6">
      <w:pPr>
        <w:pStyle w:val="Glava"/>
        <w:rPr>
          <w:rFonts w:ascii="Arial" w:hAnsi="Arial" w:cs="Arial"/>
        </w:rPr>
      </w:pPr>
    </w:p>
    <w:p w:rsidR="00E13AC6" w:rsidRPr="00FD72B3" w:rsidRDefault="00E13AC6" w:rsidP="00E13AC6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E13AC6" w:rsidRPr="00A52AA4" w:rsidTr="00EB2DDC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AC6" w:rsidRPr="00A52AA4" w:rsidRDefault="00E13AC6" w:rsidP="00EB2DD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E13AC6" w:rsidRDefault="00E13AC6" w:rsidP="00E13AC6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E13AC6" w:rsidRPr="00A52AA4" w:rsidTr="00EB2DDC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AC6" w:rsidRPr="00A52AA4" w:rsidRDefault="00E13AC6" w:rsidP="00EB2DD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E13AC6" w:rsidRDefault="00E13AC6" w:rsidP="00E13AC6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E13AC6" w:rsidRPr="00A52AA4" w:rsidTr="00EB2DDC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3AC6" w:rsidRPr="00A52AA4" w:rsidRDefault="00E13AC6" w:rsidP="00EB2DDC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E13AC6" w:rsidRPr="00EB6207" w:rsidRDefault="00E13AC6" w:rsidP="00EB2DD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E13AC6" w:rsidRDefault="00E13AC6" w:rsidP="00E13AC6">
      <w:pPr>
        <w:pStyle w:val="Besedilooblaka"/>
        <w:rPr>
          <w:rFonts w:ascii="Arial" w:hAnsi="Arial" w:cs="Arial"/>
          <w:sz w:val="22"/>
        </w:rPr>
      </w:pPr>
    </w:p>
    <w:p w:rsidR="00E13AC6" w:rsidRDefault="00E13AC6" w:rsidP="00E13AC6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E13AC6" w:rsidRPr="00277B31" w:rsidRDefault="00E13AC6" w:rsidP="00E13AC6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E13AC6" w:rsidRPr="0081440C" w:rsidRDefault="00E13AC6" w:rsidP="00E13AC6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E13AC6" w:rsidRDefault="00E13AC6" w:rsidP="00E13AC6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 w:rsidR="00B87521">
        <w:rPr>
          <w:rFonts w:ascii="Arial" w:hAnsi="Arial" w:cs="Arial"/>
          <w:sz w:val="22"/>
          <w:szCs w:val="22"/>
        </w:rPr>
        <w:t>90</w:t>
      </w:r>
      <w:bookmarkStart w:id="0" w:name="_GoBack"/>
      <w:bookmarkEnd w:id="0"/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E13AC6" w:rsidRPr="0081440C" w:rsidRDefault="00E13AC6" w:rsidP="00E13AC6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B87521">
        <w:rPr>
          <w:rFonts w:ascii="Arial" w:hAnsi="Arial" w:cs="Arial"/>
          <w:sz w:val="22"/>
          <w:szCs w:val="22"/>
        </w:rPr>
        <w:t>do 30.9.2021</w:t>
      </w:r>
      <w:r>
        <w:rPr>
          <w:rFonts w:ascii="Arial" w:hAnsi="Arial" w:cs="Arial"/>
          <w:sz w:val="22"/>
          <w:szCs w:val="22"/>
        </w:rPr>
        <w:t>.</w:t>
      </w:r>
    </w:p>
    <w:p w:rsidR="00E13AC6" w:rsidRPr="0081440C" w:rsidRDefault="00E13AC6" w:rsidP="00E13AC6">
      <w:pPr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E13AC6" w:rsidRDefault="00E13AC6" w:rsidP="00E13AC6">
      <w:pPr>
        <w:pStyle w:val="Glava"/>
        <w:tabs>
          <w:tab w:val="left" w:pos="12758"/>
        </w:tabs>
        <w:rPr>
          <w:rFonts w:ascii="Arial" w:hAnsi="Arial" w:cs="Arial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Pr="00B928FC" w:rsidRDefault="00E13AC6" w:rsidP="00E13AC6">
      <w:pPr>
        <w:pStyle w:val="Glava"/>
        <w:numPr>
          <w:ilvl w:val="0"/>
          <w:numId w:val="2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E13AC6" w:rsidRDefault="00E13AC6" w:rsidP="00E13AC6">
      <w:pPr>
        <w:jc w:val="both"/>
      </w:pPr>
    </w:p>
    <w:p w:rsidR="00E13AC6" w:rsidRDefault="00E13AC6" w:rsidP="00E13AC6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E13AC6" w:rsidRPr="00C66238" w:rsidRDefault="00E13AC6" w:rsidP="00E13AC6">
      <w:pPr>
        <w:jc w:val="both"/>
        <w:rPr>
          <w:rFonts w:ascii="Arial" w:hAnsi="Arial" w:cs="Arial"/>
          <w:sz w:val="22"/>
          <w:szCs w:val="22"/>
        </w:rPr>
      </w:pPr>
    </w:p>
    <w:p w:rsidR="00E13AC6" w:rsidRDefault="00E13AC6" w:rsidP="00E13AC6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E13AC6" w:rsidRPr="00C66238" w:rsidRDefault="00E13AC6" w:rsidP="00E13AC6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E13AC6" w:rsidRDefault="00E13AC6" w:rsidP="00E13AC6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E13AC6" w:rsidRPr="00C66238" w:rsidRDefault="00E13AC6" w:rsidP="00E13AC6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E13AC6" w:rsidRPr="00C66238" w:rsidRDefault="00E13AC6" w:rsidP="00E13AC6">
      <w:pPr>
        <w:numPr>
          <w:ilvl w:val="0"/>
          <w:numId w:val="3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Default="00E13AC6" w:rsidP="00E13AC6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E13AC6" w:rsidRPr="006F25E8" w:rsidRDefault="00E13AC6" w:rsidP="00E13AC6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E13AC6" w:rsidRPr="00A6060D" w:rsidTr="00EB2DDC">
        <w:tc>
          <w:tcPr>
            <w:tcW w:w="974" w:type="dxa"/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E13AC6" w:rsidRPr="00A6060D" w:rsidTr="00EB2DDC">
        <w:tc>
          <w:tcPr>
            <w:tcW w:w="974" w:type="dxa"/>
            <w:shd w:val="clear" w:color="auto" w:fill="auto"/>
          </w:tcPr>
          <w:p w:rsidR="00E13AC6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  <w:p w:rsidR="00E13AC6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E13AC6" w:rsidRPr="00A6060D" w:rsidRDefault="00E13AC6" w:rsidP="00EB2DDC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F45723" w:rsidRPr="00B10AA8" w:rsidRDefault="00F45723" w:rsidP="009852BA">
      <w:pPr>
        <w:jc w:val="both"/>
        <w:rPr>
          <w:rFonts w:ascii="Arial" w:hAnsi="Arial" w:cs="Arial"/>
          <w:sz w:val="22"/>
          <w:szCs w:val="22"/>
        </w:rPr>
      </w:pPr>
    </w:p>
    <w:sectPr w:rsidR="00F45723" w:rsidRPr="00B10AA8" w:rsidSect="00E13AC6">
      <w:footerReference w:type="default" r:id="rId8"/>
      <w:headerReference w:type="first" r:id="rId9"/>
      <w:footerReference w:type="first" r:id="rId10"/>
      <w:pgSz w:w="11906" w:h="16838" w:code="9"/>
      <w:pgMar w:top="1418" w:right="1134" w:bottom="993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C6" w:rsidRDefault="00D509C6">
      <w:r>
        <w:separator/>
      </w:r>
    </w:p>
  </w:endnote>
  <w:endnote w:type="continuationSeparator" w:id="0">
    <w:p w:rsidR="00D509C6" w:rsidRDefault="00D5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B87521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10" name="Slika 10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C6" w:rsidRDefault="00D509C6">
      <w:r>
        <w:separator/>
      </w:r>
    </w:p>
  </w:footnote>
  <w:footnote w:type="continuationSeparator" w:id="0">
    <w:p w:rsidR="00D509C6" w:rsidRDefault="00D50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9" name="Slika 9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C6"/>
    <w:rsid w:val="00013DBB"/>
    <w:rsid w:val="00030CD1"/>
    <w:rsid w:val="000364F7"/>
    <w:rsid w:val="000A2E1A"/>
    <w:rsid w:val="000B758D"/>
    <w:rsid w:val="000D3054"/>
    <w:rsid w:val="000D5EE5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7912"/>
    <w:rsid w:val="00454F80"/>
    <w:rsid w:val="00457AB1"/>
    <w:rsid w:val="004A3073"/>
    <w:rsid w:val="004B14F7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30CAD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A2697"/>
    <w:rsid w:val="00AA4A19"/>
    <w:rsid w:val="00AC524A"/>
    <w:rsid w:val="00AC5CF2"/>
    <w:rsid w:val="00AC7680"/>
    <w:rsid w:val="00AD4672"/>
    <w:rsid w:val="00AD4BB1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77AE8"/>
    <w:rsid w:val="00B80062"/>
    <w:rsid w:val="00B86686"/>
    <w:rsid w:val="00B87521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70AC1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09C6"/>
    <w:rsid w:val="00D51DF2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13AC6"/>
    <w:rsid w:val="00E36971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6F4E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4963D41"/>
  <w15:docId w15:val="{1C97413E-ACF9-439A-9B07-04B5D7CD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13AC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E13A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E13A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character" w:customStyle="1" w:styleId="Naslov2Znak">
    <w:name w:val="Naslov 2 Znak"/>
    <w:basedOn w:val="Privzetapisavaodstavka"/>
    <w:link w:val="Naslov2"/>
    <w:rsid w:val="00E13AC6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E13AC6"/>
    <w:rPr>
      <w:rFonts w:ascii="Arial" w:hAnsi="Arial" w:cs="Arial"/>
      <w:b/>
      <w:bCs/>
      <w:sz w:val="26"/>
      <w:szCs w:val="26"/>
    </w:rPr>
  </w:style>
  <w:style w:type="paragraph" w:styleId="Telobesedila2">
    <w:name w:val="Body Text 2"/>
    <w:basedOn w:val="Navaden"/>
    <w:link w:val="Telobesedila2Znak"/>
    <w:rsid w:val="00E13AC6"/>
    <w:pPr>
      <w:ind w:right="-427"/>
    </w:pPr>
  </w:style>
  <w:style w:type="character" w:customStyle="1" w:styleId="Telobesedila2Znak">
    <w:name w:val="Telo besedila 2 Znak"/>
    <w:basedOn w:val="Privzetapisavaodstavka"/>
    <w:link w:val="Telobesedila2"/>
    <w:rsid w:val="00E13AC6"/>
    <w:rPr>
      <w:sz w:val="24"/>
      <w:szCs w:val="24"/>
    </w:rPr>
  </w:style>
  <w:style w:type="character" w:customStyle="1" w:styleId="GlavaZnak">
    <w:name w:val="Glava Znak"/>
    <w:link w:val="Glava"/>
    <w:rsid w:val="00E13AC6"/>
    <w:rPr>
      <w:sz w:val="24"/>
      <w:szCs w:val="24"/>
    </w:rPr>
  </w:style>
  <w:style w:type="paragraph" w:styleId="Brezrazmikov">
    <w:name w:val="No Spacing"/>
    <w:uiPriority w:val="1"/>
    <w:qFormat/>
    <w:rsid w:val="00E13AC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is\AppData\Local\Temp\Dopis-Odd-Gospodarstvo_CGP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9CB6-E035-43CA-9B02-F5C17D3D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Dopis-Odd-Gospodarstvo_CGP_B</Template>
  <TotalTime>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1502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Flis Andrej</dc:creator>
  <cp:lastModifiedBy>Flis Andrej</cp:lastModifiedBy>
  <cp:revision>5</cp:revision>
  <cp:lastPrinted>2018-09-10T07:50:00Z</cp:lastPrinted>
  <dcterms:created xsi:type="dcterms:W3CDTF">2020-09-14T09:29:00Z</dcterms:created>
  <dcterms:modified xsi:type="dcterms:W3CDTF">2021-05-25T11:29:00Z</dcterms:modified>
</cp:coreProperties>
</file>