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DD" w:rsidRPr="00C33896" w:rsidRDefault="00F84FDD" w:rsidP="00F84FDD">
      <w:pPr>
        <w:pStyle w:val="Golobesedilo2"/>
        <w:jc w:val="right"/>
        <w:rPr>
          <w:rFonts w:ascii="Arial" w:hAnsi="Arial" w:cs="Arial"/>
          <w:sz w:val="22"/>
          <w:szCs w:val="22"/>
          <w:u w:val="single"/>
        </w:rPr>
      </w:pPr>
      <w:r w:rsidRPr="00C33896">
        <w:rPr>
          <w:rFonts w:ascii="Arial" w:hAnsi="Arial" w:cs="Arial"/>
          <w:sz w:val="22"/>
          <w:szCs w:val="22"/>
          <w:u w:val="single"/>
        </w:rPr>
        <w:t>OBR-</w:t>
      </w:r>
      <w:r w:rsidR="003709E8">
        <w:rPr>
          <w:rFonts w:ascii="Arial" w:hAnsi="Arial" w:cs="Arial"/>
          <w:sz w:val="22"/>
          <w:szCs w:val="22"/>
          <w:u w:val="single"/>
        </w:rPr>
        <w:t>C</w:t>
      </w:r>
    </w:p>
    <w:p w:rsidR="00F84FDD" w:rsidRPr="00351E44" w:rsidRDefault="00F84FDD" w:rsidP="00F84FDD">
      <w:pPr>
        <w:pStyle w:val="Golobesedilo2"/>
        <w:jc w:val="both"/>
        <w:rPr>
          <w:rFonts w:ascii="Arial" w:hAnsi="Arial" w:cs="Arial"/>
          <w:sz w:val="22"/>
          <w:szCs w:val="22"/>
        </w:rPr>
      </w:pPr>
      <w:r w:rsidRPr="002F0F86">
        <w:rPr>
          <w:rFonts w:ascii="Arial" w:hAnsi="Arial" w:cs="Arial"/>
          <w:sz w:val="22"/>
          <w:szCs w:val="22"/>
        </w:rPr>
        <w:t xml:space="preserve">Številka: </w:t>
      </w:r>
      <w:r w:rsidR="00276D96">
        <w:rPr>
          <w:rFonts w:ascii="Arial" w:hAnsi="Arial" w:cs="Arial"/>
          <w:sz w:val="22"/>
          <w:szCs w:val="22"/>
        </w:rPr>
        <w:t>430-203/2022</w:t>
      </w:r>
      <w:r w:rsidR="007869F7">
        <w:rPr>
          <w:rFonts w:ascii="Arial" w:hAnsi="Arial" w:cs="Arial"/>
          <w:sz w:val="22"/>
          <w:szCs w:val="22"/>
        </w:rPr>
        <w:t>-N</w:t>
      </w:r>
    </w:p>
    <w:p w:rsidR="00F84FDD" w:rsidRPr="00C33896" w:rsidRDefault="00F84FDD" w:rsidP="00F84FDD">
      <w:pPr>
        <w:pStyle w:val="Golobesedilo2"/>
        <w:jc w:val="both"/>
        <w:rPr>
          <w:rFonts w:ascii="Arial" w:hAnsi="Arial" w:cs="Arial"/>
          <w:sz w:val="22"/>
          <w:szCs w:val="22"/>
        </w:rPr>
      </w:pPr>
      <w:r w:rsidRPr="00664565">
        <w:rPr>
          <w:rFonts w:ascii="Arial" w:hAnsi="Arial" w:cs="Arial"/>
          <w:sz w:val="22"/>
          <w:szCs w:val="22"/>
        </w:rPr>
        <w:t xml:space="preserve">Datum:  </w:t>
      </w:r>
      <w:r>
        <w:rPr>
          <w:rFonts w:ascii="Arial" w:hAnsi="Arial" w:cs="Arial"/>
          <w:sz w:val="22"/>
          <w:szCs w:val="22"/>
        </w:rPr>
        <w:t>8</w:t>
      </w:r>
      <w:r w:rsidRPr="0066456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664565">
        <w:rPr>
          <w:rFonts w:ascii="Arial" w:hAnsi="Arial" w:cs="Arial"/>
          <w:sz w:val="22"/>
          <w:szCs w:val="22"/>
        </w:rPr>
        <w:t>. 20</w:t>
      </w:r>
      <w:r>
        <w:rPr>
          <w:rFonts w:ascii="Arial" w:hAnsi="Arial" w:cs="Arial"/>
          <w:sz w:val="22"/>
          <w:szCs w:val="22"/>
        </w:rPr>
        <w:t>22</w:t>
      </w:r>
    </w:p>
    <w:p w:rsidR="00F84FDD" w:rsidRDefault="00F84FDD" w:rsidP="00F84FDD">
      <w:pPr>
        <w:pStyle w:val="Golobesedilo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3709E8" w:rsidRPr="003709E8" w:rsidTr="00924887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3709E8" w:rsidRPr="003709E8" w:rsidRDefault="003709E8" w:rsidP="003709E8">
            <w:pPr>
              <w:keepNext/>
              <w:spacing w:before="240" w:after="60"/>
              <w:jc w:val="right"/>
              <w:outlineLvl w:val="1"/>
              <w:rPr>
                <w:rFonts w:ascii="Arial" w:hAnsi="Arial" w:cs="Arial"/>
                <w:b/>
                <w:bCs/>
                <w:iCs/>
              </w:rPr>
            </w:pPr>
            <w:r w:rsidRPr="003709E8">
              <w:rPr>
                <w:rFonts w:ascii="Arial" w:hAnsi="Arial" w:cs="Arial"/>
                <w:b/>
                <w:bCs/>
                <w:iCs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3709E8" w:rsidRPr="003709E8" w:rsidRDefault="003709E8" w:rsidP="003709E8">
            <w:pPr>
              <w:keepNext/>
              <w:spacing w:before="240" w:after="60"/>
              <w:outlineLvl w:val="1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709E8">
              <w:rPr>
                <w:rFonts w:ascii="Arial" w:hAnsi="Arial" w:cs="Arial"/>
                <w:bCs/>
                <w:iCs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3709E8" w:rsidRPr="003709E8" w:rsidRDefault="003709E8" w:rsidP="003709E8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3709E8" w:rsidRPr="003709E8" w:rsidRDefault="003709E8" w:rsidP="003709E8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976608" w:rsidRPr="00976608" w:rsidTr="00924887">
        <w:trPr>
          <w:trHeight w:val="378"/>
        </w:trPr>
        <w:tc>
          <w:tcPr>
            <w:tcW w:w="2127" w:type="dxa"/>
          </w:tcPr>
          <w:p w:rsidR="003709E8" w:rsidRPr="00976608" w:rsidRDefault="003709E8" w:rsidP="003709E8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6608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976608" w:rsidRPr="00976608" w:rsidRDefault="00976608" w:rsidP="00976608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976608">
              <w:rPr>
                <w:rFonts w:ascii="Arial" w:eastAsia="Calibri" w:hAnsi="Arial" w:cs="Arial"/>
                <w:b/>
                <w:lang w:eastAsia="en-US"/>
              </w:rPr>
              <w:t>"IZVAJANJE STORITEV NADZORA ZA OPERACIJO ODVAJANJE IN ČIŠČENJE KOMUNALNIH ODPADNIH VODA V POREČJU SAVINJE – OBČINA LAŠKO 1. FAZA".</w:t>
            </w:r>
          </w:p>
          <w:p w:rsidR="00976608" w:rsidRPr="00976608" w:rsidRDefault="00976608" w:rsidP="00976608">
            <w:pPr>
              <w:rPr>
                <w:rFonts w:ascii="Arial" w:eastAsia="Calibri" w:hAnsi="Arial" w:cs="Arial"/>
                <w:b/>
                <w:lang w:eastAsia="en-US"/>
              </w:rPr>
            </w:pPr>
          </w:p>
          <w:p w:rsidR="003709E8" w:rsidRPr="00976608" w:rsidRDefault="003709E8" w:rsidP="0097660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709E8" w:rsidRPr="003709E8" w:rsidTr="00924887">
        <w:trPr>
          <w:trHeight w:val="216"/>
        </w:trPr>
        <w:tc>
          <w:tcPr>
            <w:tcW w:w="2127" w:type="dxa"/>
          </w:tcPr>
          <w:p w:rsidR="003709E8" w:rsidRPr="003709E8" w:rsidRDefault="003709E8" w:rsidP="003709E8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E8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3709E8" w:rsidRPr="003709E8" w:rsidRDefault="003709E8" w:rsidP="003709E8">
            <w:pPr>
              <w:spacing w:before="60" w:after="60" w:line="480" w:lineRule="auto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3709E8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3709E8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3709E8" w:rsidRPr="003709E8" w:rsidRDefault="003709E8" w:rsidP="003709E8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3709E8" w:rsidRPr="003709E8" w:rsidTr="00924887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709E8" w:rsidRPr="003709E8" w:rsidRDefault="003709E8" w:rsidP="003709E8">
            <w:pPr>
              <w:keepNext/>
              <w:spacing w:before="60" w:after="60"/>
              <w:jc w:val="right"/>
              <w:outlineLvl w:val="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09E8">
              <w:rPr>
                <w:rFonts w:ascii="Arial" w:hAnsi="Arial" w:cs="Arial"/>
                <w:b/>
                <w:bCs/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9E8" w:rsidRPr="003709E8" w:rsidRDefault="003709E8" w:rsidP="003709E8">
            <w:pPr>
              <w:tabs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</w:rPr>
            </w:pPr>
          </w:p>
          <w:p w:rsidR="003709E8" w:rsidRPr="003709E8" w:rsidRDefault="003709E8" w:rsidP="003709E8">
            <w:pPr>
              <w:tabs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</w:rPr>
            </w:pPr>
          </w:p>
        </w:tc>
      </w:tr>
    </w:tbl>
    <w:p w:rsidR="003709E8" w:rsidRPr="003709E8" w:rsidRDefault="003709E8" w:rsidP="003709E8">
      <w:pPr>
        <w:rPr>
          <w:rFonts w:ascii="Arial" w:hAnsi="Arial" w:cs="Arial"/>
        </w:rPr>
      </w:pPr>
    </w:p>
    <w:p w:rsidR="003709E8" w:rsidRPr="003709E8" w:rsidRDefault="003709E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3709E8" w:rsidRPr="003709E8" w:rsidRDefault="003709E8" w:rsidP="003709E8">
      <w:pPr>
        <w:spacing w:after="120"/>
        <w:ind w:left="283"/>
        <w:jc w:val="both"/>
        <w:rPr>
          <w:rFonts w:ascii="Arial" w:hAnsi="Arial" w:cs="Arial"/>
          <w:sz w:val="22"/>
          <w:szCs w:val="22"/>
          <w:u w:val="single"/>
        </w:rPr>
      </w:pPr>
      <w:r w:rsidRPr="003709E8">
        <w:rPr>
          <w:rFonts w:ascii="Arial" w:hAnsi="Arial" w:cs="Arial"/>
          <w:sz w:val="22"/>
          <w:szCs w:val="22"/>
        </w:rPr>
        <w:t xml:space="preserve">Na podlagi zbiranja ponudb se prijavljamo na javno naročilo in prilagamo našo ponudbeno dokumentacijo v skladu s povabilom k oddaji ponudbe. </w:t>
      </w:r>
    </w:p>
    <w:p w:rsidR="003709E8" w:rsidRPr="003709E8" w:rsidRDefault="003709E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3709E8" w:rsidRPr="003709E8" w:rsidRDefault="003709E8" w:rsidP="003709E8">
      <w:pPr>
        <w:numPr>
          <w:ilvl w:val="0"/>
          <w:numId w:val="5"/>
        </w:numPr>
        <w:tabs>
          <w:tab w:val="center" w:pos="4536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3709E8">
        <w:rPr>
          <w:rFonts w:ascii="Arial" w:hAnsi="Arial" w:cs="Arial"/>
          <w:b/>
          <w:sz w:val="22"/>
          <w:szCs w:val="22"/>
        </w:rPr>
        <w:t>PODATKI O GOSPODARSKEM SUBJEKTU</w:t>
      </w:r>
    </w:p>
    <w:p w:rsidR="003709E8" w:rsidRPr="003709E8" w:rsidRDefault="003709E8" w:rsidP="003709E8">
      <w:pPr>
        <w:jc w:val="both"/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Firma oziroma ime: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Zakoniti zastopnik: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Davčna številka: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Številka transakcijskega računa: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Matična številka: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Naslov: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Številka telefona: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Številka telefaxa: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Odgovorna oseba za podpis pogodbe: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Kontaktna oseba: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Elektronski naslov kontaktne osebe: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3709E8" w:rsidRPr="003709E8" w:rsidRDefault="003709E8" w:rsidP="003709E8">
      <w:pPr>
        <w:jc w:val="both"/>
      </w:pPr>
    </w:p>
    <w:p w:rsidR="003709E8" w:rsidRPr="003709E8" w:rsidRDefault="003709E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3709E8" w:rsidRPr="003709E8" w:rsidRDefault="003709E8" w:rsidP="003709E8">
      <w:pPr>
        <w:numPr>
          <w:ilvl w:val="0"/>
          <w:numId w:val="5"/>
        </w:numPr>
        <w:tabs>
          <w:tab w:val="center" w:pos="4536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3709E8">
        <w:rPr>
          <w:rFonts w:ascii="Arial" w:hAnsi="Arial" w:cs="Arial"/>
          <w:b/>
          <w:sz w:val="22"/>
          <w:szCs w:val="22"/>
        </w:rPr>
        <w:t>PONUDBENA CENA</w:t>
      </w:r>
    </w:p>
    <w:p w:rsidR="003709E8" w:rsidRDefault="003709E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976608" w:rsidRDefault="00976608" w:rsidP="00976608">
      <w:pPr>
        <w:rPr>
          <w:rFonts w:ascii="Arial" w:eastAsia="Calibri" w:hAnsi="Arial" w:cs="Arial"/>
          <w:b/>
          <w:lang w:eastAsia="en-US"/>
        </w:rPr>
      </w:pPr>
      <w:r w:rsidRPr="00976608">
        <w:rPr>
          <w:rFonts w:ascii="Arial" w:eastAsia="Calibri" w:hAnsi="Arial" w:cs="Arial"/>
          <w:b/>
          <w:lang w:eastAsia="en-US"/>
        </w:rPr>
        <w:t>SKLOP A: Strmca</w:t>
      </w:r>
      <w:r>
        <w:rPr>
          <w:rFonts w:ascii="Arial" w:eastAsia="Calibri" w:hAnsi="Arial" w:cs="Arial"/>
          <w:b/>
          <w:lang w:eastAsia="en-US"/>
        </w:rPr>
        <w:t xml:space="preserve">    ______________________________________________eur neto</w:t>
      </w:r>
    </w:p>
    <w:p w:rsidR="00976608" w:rsidRPr="00976608" w:rsidRDefault="00976608" w:rsidP="00976608">
      <w:pPr>
        <w:rPr>
          <w:rFonts w:ascii="Arial" w:eastAsia="Calibri" w:hAnsi="Arial" w:cs="Arial"/>
          <w:b/>
          <w:lang w:eastAsia="en-US"/>
        </w:rPr>
      </w:pPr>
    </w:p>
    <w:p w:rsidR="00976608" w:rsidRDefault="00976608" w:rsidP="00976608">
      <w:pPr>
        <w:rPr>
          <w:rFonts w:ascii="Arial" w:eastAsia="Calibri" w:hAnsi="Arial" w:cs="Arial"/>
          <w:b/>
          <w:lang w:eastAsia="en-US"/>
        </w:rPr>
      </w:pPr>
      <w:r w:rsidRPr="00976608">
        <w:rPr>
          <w:rFonts w:ascii="Arial" w:eastAsia="Calibri" w:hAnsi="Arial" w:cs="Arial"/>
          <w:b/>
          <w:lang w:eastAsia="en-US"/>
        </w:rPr>
        <w:t>SKLOP C: SMJ, Lahomšek, desni breg-1.2 sklop LAHOMŠEK</w:t>
      </w:r>
      <w:r>
        <w:rPr>
          <w:rFonts w:ascii="Arial" w:eastAsia="Calibri" w:hAnsi="Arial" w:cs="Arial"/>
          <w:b/>
          <w:lang w:eastAsia="en-US"/>
        </w:rPr>
        <w:t xml:space="preserve"> ___________eur neto</w:t>
      </w:r>
    </w:p>
    <w:p w:rsidR="00976608" w:rsidRPr="00976608" w:rsidRDefault="00976608" w:rsidP="00976608">
      <w:pPr>
        <w:rPr>
          <w:rFonts w:ascii="Arial" w:eastAsia="Calibri" w:hAnsi="Arial" w:cs="Arial"/>
          <w:b/>
          <w:lang w:eastAsia="en-US"/>
        </w:rPr>
      </w:pPr>
    </w:p>
    <w:p w:rsidR="00976608" w:rsidRDefault="00976608" w:rsidP="00976608">
      <w:pPr>
        <w:rPr>
          <w:rFonts w:ascii="Arial" w:eastAsia="Calibri" w:hAnsi="Arial" w:cs="Arial"/>
          <w:b/>
          <w:lang w:eastAsia="en-US"/>
        </w:rPr>
      </w:pPr>
      <w:r w:rsidRPr="00976608">
        <w:rPr>
          <w:rFonts w:ascii="Arial" w:eastAsia="Calibri" w:hAnsi="Arial" w:cs="Arial"/>
          <w:b/>
          <w:lang w:eastAsia="en-US"/>
        </w:rPr>
        <w:t>SKLOP D: SMJ, Lahomšek, desni breg-1.3 sklop DESNI BREG</w:t>
      </w:r>
      <w:r>
        <w:rPr>
          <w:rFonts w:ascii="Arial" w:eastAsia="Calibri" w:hAnsi="Arial" w:cs="Arial"/>
          <w:b/>
          <w:lang w:eastAsia="en-US"/>
        </w:rPr>
        <w:t xml:space="preserve"> __________eur neto</w:t>
      </w:r>
    </w:p>
    <w:p w:rsidR="00976608" w:rsidRPr="00976608" w:rsidRDefault="00976608" w:rsidP="00976608">
      <w:pPr>
        <w:rPr>
          <w:rFonts w:ascii="Arial" w:eastAsia="Calibri" w:hAnsi="Arial" w:cs="Arial"/>
          <w:b/>
          <w:lang w:eastAsia="en-US"/>
        </w:rPr>
      </w:pPr>
    </w:p>
    <w:p w:rsidR="00976608" w:rsidRDefault="00976608" w:rsidP="00976608">
      <w:pPr>
        <w:rPr>
          <w:rFonts w:ascii="Arial" w:eastAsia="Calibri" w:hAnsi="Arial" w:cs="Arial"/>
          <w:b/>
          <w:lang w:eastAsia="en-US"/>
        </w:rPr>
      </w:pPr>
      <w:r w:rsidRPr="00976608">
        <w:rPr>
          <w:rFonts w:ascii="Arial" w:eastAsia="Calibri" w:hAnsi="Arial" w:cs="Arial"/>
          <w:b/>
          <w:lang w:eastAsia="en-US"/>
        </w:rPr>
        <w:t>SKLOP E: Kopit</w:t>
      </w:r>
      <w:r>
        <w:rPr>
          <w:rFonts w:ascii="Arial" w:eastAsia="Calibri" w:hAnsi="Arial" w:cs="Arial"/>
          <w:b/>
          <w:lang w:eastAsia="en-US"/>
        </w:rPr>
        <w:t>.</w:t>
      </w:r>
      <w:r w:rsidRPr="00976608">
        <w:rPr>
          <w:rFonts w:ascii="Arial" w:eastAsia="Calibri" w:hAnsi="Arial" w:cs="Arial"/>
          <w:b/>
          <w:lang w:eastAsia="en-US"/>
        </w:rPr>
        <w:t xml:space="preserve">, Čopo ulica, del ceste na Svetino, Taborje </w:t>
      </w:r>
      <w:r>
        <w:rPr>
          <w:rFonts w:ascii="Arial" w:eastAsia="Calibri" w:hAnsi="Arial" w:cs="Arial"/>
          <w:b/>
          <w:lang w:eastAsia="en-US"/>
        </w:rPr>
        <w:t>_____________eur neto</w:t>
      </w:r>
    </w:p>
    <w:p w:rsidR="00976608" w:rsidRPr="00976608" w:rsidRDefault="00976608" w:rsidP="00976608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 </w:t>
      </w:r>
    </w:p>
    <w:p w:rsidR="00976608" w:rsidRDefault="00976608" w:rsidP="00976608">
      <w:pPr>
        <w:rPr>
          <w:rFonts w:ascii="Arial" w:eastAsia="Calibri" w:hAnsi="Arial" w:cs="Arial"/>
          <w:b/>
          <w:lang w:eastAsia="en-US"/>
        </w:rPr>
      </w:pPr>
      <w:r w:rsidRPr="00976608">
        <w:rPr>
          <w:rFonts w:ascii="Arial" w:eastAsia="Calibri" w:hAnsi="Arial" w:cs="Arial"/>
          <w:b/>
          <w:lang w:eastAsia="en-US"/>
        </w:rPr>
        <w:t>SKLOP F: del Šercer</w:t>
      </w:r>
      <w:r>
        <w:rPr>
          <w:rFonts w:ascii="Arial" w:eastAsia="Calibri" w:hAnsi="Arial" w:cs="Arial"/>
          <w:b/>
          <w:lang w:eastAsia="en-US"/>
        </w:rPr>
        <w:t>.</w:t>
      </w:r>
      <w:r w:rsidRPr="00976608">
        <w:rPr>
          <w:rFonts w:ascii="Arial" w:eastAsia="Calibri" w:hAnsi="Arial" w:cs="Arial"/>
          <w:b/>
          <w:lang w:eastAsia="en-US"/>
        </w:rPr>
        <w:t xml:space="preserve"> ulice, Cesta na Lah</w:t>
      </w:r>
      <w:r>
        <w:rPr>
          <w:rFonts w:ascii="Arial" w:eastAsia="Calibri" w:hAnsi="Arial" w:cs="Arial"/>
          <w:b/>
          <w:lang w:eastAsia="en-US"/>
        </w:rPr>
        <w:t>.</w:t>
      </w:r>
      <w:r w:rsidRPr="00976608">
        <w:rPr>
          <w:rFonts w:ascii="Arial" w:eastAsia="Calibri" w:hAnsi="Arial" w:cs="Arial"/>
          <w:b/>
          <w:lang w:eastAsia="en-US"/>
        </w:rPr>
        <w:t>, C</w:t>
      </w:r>
      <w:r>
        <w:rPr>
          <w:rFonts w:ascii="Arial" w:eastAsia="Calibri" w:hAnsi="Arial" w:cs="Arial"/>
          <w:b/>
          <w:lang w:eastAsia="en-US"/>
        </w:rPr>
        <w:t>.</w:t>
      </w:r>
      <w:r w:rsidRPr="00976608">
        <w:rPr>
          <w:rFonts w:ascii="Arial" w:eastAsia="Calibri" w:hAnsi="Arial" w:cs="Arial"/>
          <w:b/>
          <w:lang w:eastAsia="en-US"/>
        </w:rPr>
        <w:t xml:space="preserve"> na Gaberno</w:t>
      </w:r>
      <w:r>
        <w:rPr>
          <w:rFonts w:ascii="Arial" w:eastAsia="Calibri" w:hAnsi="Arial" w:cs="Arial"/>
          <w:b/>
          <w:lang w:eastAsia="en-US"/>
        </w:rPr>
        <w:t xml:space="preserve"> ______________ eur neto</w:t>
      </w:r>
    </w:p>
    <w:p w:rsidR="00976608" w:rsidRPr="00976608" w:rsidRDefault="00976608" w:rsidP="00976608">
      <w:pPr>
        <w:rPr>
          <w:rFonts w:ascii="Arial" w:eastAsia="Calibri" w:hAnsi="Arial" w:cs="Arial"/>
          <w:b/>
          <w:lang w:eastAsia="en-US"/>
        </w:rPr>
      </w:pPr>
    </w:p>
    <w:p w:rsidR="00976608" w:rsidRPr="00976608" w:rsidRDefault="00976608" w:rsidP="00976608">
      <w:pPr>
        <w:rPr>
          <w:rFonts w:ascii="Arial" w:eastAsia="Calibri" w:hAnsi="Arial" w:cs="Arial"/>
          <w:b/>
          <w:lang w:eastAsia="en-US"/>
        </w:rPr>
      </w:pPr>
      <w:r w:rsidRPr="00976608">
        <w:rPr>
          <w:rFonts w:ascii="Arial" w:eastAsia="Calibri" w:hAnsi="Arial" w:cs="Arial"/>
          <w:b/>
          <w:lang w:eastAsia="en-US"/>
        </w:rPr>
        <w:t xml:space="preserve">SKLOP H: Marija Gradec </w:t>
      </w:r>
      <w:r>
        <w:rPr>
          <w:rFonts w:ascii="Arial" w:eastAsia="Calibri" w:hAnsi="Arial" w:cs="Arial"/>
          <w:b/>
          <w:lang w:eastAsia="en-US"/>
        </w:rPr>
        <w:t>–</w:t>
      </w:r>
      <w:r w:rsidRPr="00976608">
        <w:rPr>
          <w:rFonts w:ascii="Arial" w:eastAsia="Calibri" w:hAnsi="Arial" w:cs="Arial"/>
          <w:b/>
          <w:lang w:eastAsia="en-US"/>
        </w:rPr>
        <w:t xml:space="preserve"> Radoblje</w:t>
      </w:r>
      <w:r>
        <w:rPr>
          <w:rFonts w:ascii="Arial" w:eastAsia="Calibri" w:hAnsi="Arial" w:cs="Arial"/>
          <w:b/>
          <w:lang w:eastAsia="en-US"/>
        </w:rPr>
        <w:t xml:space="preserve"> ________________________________ eur neto</w:t>
      </w:r>
    </w:p>
    <w:p w:rsidR="00976608" w:rsidRDefault="0097660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976608" w:rsidRDefault="0097660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976608" w:rsidRPr="00976608" w:rsidRDefault="00976608" w:rsidP="003709E8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</w:t>
      </w:r>
      <w:r w:rsidRPr="00976608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976608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976608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76608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976608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76608">
        <w:rPr>
          <w:rFonts w:ascii="Arial" w:hAnsi="Arial" w:cs="Arial"/>
          <w:b/>
        </w:rPr>
        <w:t>J</w:t>
      </w:r>
    </w:p>
    <w:p w:rsidR="00976608" w:rsidRDefault="0097660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976608" w:rsidRPr="003709E8" w:rsidRDefault="00976608" w:rsidP="003709E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3709E8" w:rsidRPr="003709E8" w:rsidRDefault="003709E8" w:rsidP="003709E8">
      <w:pPr>
        <w:ind w:left="357"/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3709E8" w:rsidRPr="003709E8" w:rsidTr="00924887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709E8" w:rsidRPr="003709E8" w:rsidRDefault="003709E8" w:rsidP="003709E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709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09E8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09E8" w:rsidRPr="003709E8" w:rsidRDefault="003709E8" w:rsidP="003709E8">
            <w:pPr>
              <w:spacing w:before="60" w:after="60" w:line="48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3709E8" w:rsidRPr="003709E8" w:rsidRDefault="003709E8" w:rsidP="003709E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709E8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3709E8" w:rsidRPr="003709E8" w:rsidRDefault="003709E8" w:rsidP="003709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3709E8" w:rsidRPr="003709E8" w:rsidTr="00924887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3709E8" w:rsidRPr="003709E8" w:rsidRDefault="003709E8" w:rsidP="003709E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709E8">
              <w:rPr>
                <w:rFonts w:ascii="Arial" w:hAnsi="Arial" w:cs="Arial"/>
                <w:b/>
                <w:sz w:val="22"/>
                <w:szCs w:val="22"/>
              </w:rPr>
              <w:t>DDV (22 %):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09E8" w:rsidRPr="003709E8" w:rsidRDefault="003709E8" w:rsidP="003709E8">
            <w:pPr>
              <w:spacing w:before="60" w:after="60" w:line="48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3709E8" w:rsidRPr="003709E8" w:rsidRDefault="003709E8" w:rsidP="003709E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709E8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3709E8" w:rsidRPr="003709E8" w:rsidRDefault="003709E8" w:rsidP="003709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3709E8" w:rsidRPr="003709E8" w:rsidTr="00924887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3709E8" w:rsidRPr="003709E8" w:rsidRDefault="003709E8" w:rsidP="003709E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709E8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09E8" w:rsidRPr="003709E8" w:rsidRDefault="003709E8" w:rsidP="003709E8">
            <w:pPr>
              <w:spacing w:before="60" w:after="60" w:line="48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3709E8" w:rsidRPr="003709E8" w:rsidRDefault="003709E8" w:rsidP="003709E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709E8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3709E8" w:rsidRPr="003709E8" w:rsidRDefault="003709E8" w:rsidP="003709E8">
      <w:pPr>
        <w:rPr>
          <w:rFonts w:ascii="Arial" w:hAnsi="Arial" w:cs="Arial"/>
          <w:sz w:val="22"/>
          <w:szCs w:val="16"/>
        </w:rPr>
      </w:pPr>
    </w:p>
    <w:p w:rsidR="003709E8" w:rsidRPr="003709E8" w:rsidRDefault="003709E8" w:rsidP="003709E8">
      <w:pPr>
        <w:spacing w:before="120" w:after="120"/>
        <w:ind w:left="357"/>
        <w:rPr>
          <w:rFonts w:ascii="Arial" w:hAnsi="Arial" w:cs="Arial"/>
          <w:sz w:val="22"/>
          <w:szCs w:val="16"/>
        </w:rPr>
      </w:pPr>
      <w:r w:rsidRPr="003709E8">
        <w:rPr>
          <w:rFonts w:ascii="Arial" w:hAnsi="Arial" w:cs="Arial"/>
          <w:sz w:val="22"/>
          <w:szCs w:val="16"/>
        </w:rPr>
        <w:t>Ponudbena cena vključuje vse stroške in dajatve v zvezi z izvedbo naročila.</w:t>
      </w:r>
    </w:p>
    <w:p w:rsidR="003709E8" w:rsidRPr="003709E8" w:rsidRDefault="003709E8" w:rsidP="003709E8">
      <w:pPr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3709E8" w:rsidRPr="003709E8" w:rsidRDefault="003709E8" w:rsidP="003709E8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Ponudba velja za celotno naročilo.</w:t>
      </w:r>
    </w:p>
    <w:p w:rsidR="003709E8" w:rsidRPr="003709E8" w:rsidRDefault="003709E8" w:rsidP="003709E8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Ponudba velja 180 dni po roku za oddajo ponudb.</w:t>
      </w:r>
    </w:p>
    <w:p w:rsidR="003709E8" w:rsidRPr="003709E8" w:rsidRDefault="003709E8" w:rsidP="003709E8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 xml:space="preserve">Naročilo se obvezujemo izvesti v predpisanem roku ter z deli začeti takoj po podpisu pogodbe. Prevzeta dela bomo končali najkasneje v roku </w:t>
      </w:r>
      <w:r w:rsidR="00E93FAC">
        <w:rPr>
          <w:rFonts w:ascii="Arial" w:hAnsi="Arial" w:cs="Arial"/>
          <w:sz w:val="22"/>
          <w:szCs w:val="22"/>
        </w:rPr>
        <w:t>10</w:t>
      </w:r>
      <w:r w:rsidRPr="003709E8">
        <w:rPr>
          <w:rFonts w:ascii="Arial" w:hAnsi="Arial" w:cs="Arial"/>
          <w:sz w:val="22"/>
          <w:szCs w:val="22"/>
        </w:rPr>
        <w:t xml:space="preserve"> mesecev od prejema podpisane pogodbe najkasneje do 30.11.202</w:t>
      </w:r>
      <w:r w:rsidR="00E93FAC">
        <w:rPr>
          <w:rFonts w:ascii="Arial" w:hAnsi="Arial" w:cs="Arial"/>
          <w:sz w:val="22"/>
          <w:szCs w:val="22"/>
        </w:rPr>
        <w:t>3</w:t>
      </w:r>
      <w:r w:rsidRPr="003709E8">
        <w:rPr>
          <w:rFonts w:ascii="Arial" w:hAnsi="Arial" w:cs="Arial"/>
          <w:sz w:val="22"/>
          <w:szCs w:val="22"/>
        </w:rPr>
        <w:t>.</w:t>
      </w:r>
    </w:p>
    <w:p w:rsidR="003709E8" w:rsidRPr="003709E8" w:rsidRDefault="003709E8" w:rsidP="003709E8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3709E8" w:rsidRPr="003709E8" w:rsidRDefault="003709E8" w:rsidP="003709E8">
      <w:pPr>
        <w:tabs>
          <w:tab w:val="center" w:pos="4536"/>
          <w:tab w:val="right" w:pos="9072"/>
          <w:tab w:val="left" w:pos="12758"/>
        </w:tabs>
        <w:rPr>
          <w:rFonts w:ascii="Arial" w:hAnsi="Arial" w:cs="Arial"/>
        </w:rPr>
      </w:pPr>
    </w:p>
    <w:p w:rsidR="003709E8" w:rsidRPr="003709E8" w:rsidRDefault="003709E8" w:rsidP="003709E8">
      <w:pPr>
        <w:numPr>
          <w:ilvl w:val="0"/>
          <w:numId w:val="5"/>
        </w:numPr>
        <w:tabs>
          <w:tab w:val="center" w:pos="4536"/>
          <w:tab w:val="right" w:pos="9072"/>
        </w:tabs>
        <w:rPr>
          <w:rFonts w:ascii="Arial" w:hAnsi="Arial" w:cs="Arial"/>
          <w:b/>
          <w:caps/>
          <w:sz w:val="22"/>
          <w:szCs w:val="22"/>
        </w:rPr>
      </w:pPr>
      <w:r w:rsidRPr="003709E8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3709E8" w:rsidRPr="003709E8" w:rsidRDefault="003709E8" w:rsidP="003709E8">
      <w:pPr>
        <w:jc w:val="both"/>
      </w:pP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Izjavljamo, da dajemo ponudbo (</w:t>
      </w:r>
      <w:r w:rsidRPr="003709E8">
        <w:rPr>
          <w:rFonts w:ascii="Arial" w:hAnsi="Arial" w:cs="Arial"/>
          <w:i/>
          <w:color w:val="000000"/>
          <w:sz w:val="20"/>
          <w:szCs w:val="20"/>
        </w:rPr>
        <w:t>ustrezno obkrožite</w:t>
      </w:r>
      <w:r w:rsidRPr="003709E8">
        <w:rPr>
          <w:rFonts w:ascii="Arial" w:hAnsi="Arial" w:cs="Arial"/>
          <w:sz w:val="22"/>
          <w:szCs w:val="22"/>
        </w:rPr>
        <w:t>):</w:t>
      </w:r>
    </w:p>
    <w:p w:rsidR="003709E8" w:rsidRPr="003709E8" w:rsidRDefault="003709E8" w:rsidP="003709E8">
      <w:pPr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samostojno, kot samostojen ponudnik</w:t>
      </w:r>
    </w:p>
    <w:p w:rsidR="003709E8" w:rsidRPr="003709E8" w:rsidRDefault="003709E8" w:rsidP="003709E8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3709E8" w:rsidRPr="003709E8" w:rsidRDefault="003709E8" w:rsidP="003709E8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3709E8" w:rsidRPr="003709E8" w:rsidRDefault="003709E8" w:rsidP="003709E8">
      <w:pPr>
        <w:ind w:left="397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709E8" w:rsidRPr="003709E8" w:rsidRDefault="003709E8" w:rsidP="003709E8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3709E8">
        <w:rPr>
          <w:rFonts w:ascii="Arial" w:hAnsi="Arial" w:cs="Arial"/>
          <w:sz w:val="22"/>
          <w:szCs w:val="22"/>
        </w:rPr>
        <w:t>skupno ponudbo, kot partner v skupini ponudnikov</w:t>
      </w:r>
    </w:p>
    <w:p w:rsidR="003709E8" w:rsidRPr="003709E8" w:rsidRDefault="003709E8" w:rsidP="003709E8">
      <w:pPr>
        <w:spacing w:after="120" w:line="480" w:lineRule="auto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3709E8" w:rsidRPr="003709E8" w:rsidTr="00924887">
        <w:tc>
          <w:tcPr>
            <w:tcW w:w="974" w:type="dxa"/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3709E8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3709E8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709E8" w:rsidRPr="003709E8" w:rsidTr="00924887">
        <w:tc>
          <w:tcPr>
            <w:tcW w:w="974" w:type="dxa"/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3709E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3709E8" w:rsidRPr="003709E8" w:rsidRDefault="003709E8" w:rsidP="003709E8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3709E8">
              <w:rPr>
                <w:rFonts w:ascii="Arial" w:hAnsi="Arial"/>
                <w:vertAlign w:val="superscript"/>
              </w:rPr>
              <w:t xml:space="preserve">  </w:t>
            </w:r>
            <w:r w:rsidRPr="003709E8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3709E8" w:rsidRPr="003709E8" w:rsidRDefault="003709E8" w:rsidP="003709E8">
      <w:pPr>
        <w:rPr>
          <w:rFonts w:ascii="Arial" w:hAnsi="Arial" w:cs="Arial"/>
          <w:sz w:val="22"/>
        </w:rPr>
      </w:pPr>
    </w:p>
    <w:p w:rsidR="003709E8" w:rsidRPr="003709E8" w:rsidRDefault="003709E8" w:rsidP="003709E8">
      <w:pPr>
        <w:rPr>
          <w:rFonts w:ascii="Arial" w:hAnsi="Arial" w:cs="Arial"/>
          <w:sz w:val="16"/>
          <w:szCs w:val="16"/>
        </w:rPr>
      </w:pPr>
      <w:r w:rsidRPr="003709E8">
        <w:rPr>
          <w:rFonts w:ascii="Arial" w:hAnsi="Arial" w:cs="Arial"/>
          <w:sz w:val="16"/>
          <w:szCs w:val="16"/>
        </w:rPr>
        <w:t>OBRC</w:t>
      </w:r>
      <w:r w:rsidR="00F7181A">
        <w:rPr>
          <w:rFonts w:ascii="Arial" w:hAnsi="Arial" w:cs="Arial"/>
          <w:sz w:val="16"/>
          <w:szCs w:val="16"/>
        </w:rPr>
        <w:t>NADZOR</w:t>
      </w:r>
      <w:r w:rsidRPr="003709E8">
        <w:rPr>
          <w:rFonts w:ascii="Arial" w:hAnsi="Arial" w:cs="Arial"/>
          <w:sz w:val="16"/>
          <w:szCs w:val="16"/>
        </w:rPr>
        <w:t>.docx</w:t>
      </w:r>
    </w:p>
    <w:p w:rsidR="003709E8" w:rsidRPr="003709E8" w:rsidRDefault="003709E8" w:rsidP="003709E8">
      <w:pPr>
        <w:rPr>
          <w:rFonts w:ascii="Arial" w:hAnsi="Arial" w:cs="Arial"/>
          <w:sz w:val="22"/>
        </w:rPr>
      </w:pPr>
    </w:p>
    <w:sectPr w:rsidR="003709E8" w:rsidRPr="003709E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B76" w:rsidRDefault="004D7B76">
      <w:r>
        <w:separator/>
      </w:r>
    </w:p>
  </w:endnote>
  <w:endnote w:type="continuationSeparator" w:id="0">
    <w:p w:rsidR="004D7B76" w:rsidRDefault="004D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DB2324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B76" w:rsidRDefault="004D7B76">
      <w:r>
        <w:separator/>
      </w:r>
    </w:p>
  </w:footnote>
  <w:footnote w:type="continuationSeparator" w:id="0">
    <w:p w:rsidR="004D7B76" w:rsidRDefault="004D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380D23" w:rsidP="004B1917">
    <w:pPr>
      <w:pStyle w:val="Glava"/>
      <w:rPr>
        <w:rFonts w:ascii="Arial" w:hAnsi="Arial" w:cs="Arial"/>
        <w:sz w:val="18"/>
        <w:szCs w:val="18"/>
      </w:rPr>
    </w:pPr>
    <w:r>
      <w:rPr>
        <w:noProof/>
      </w:rPr>
      <w:t xml:space="preserve">       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1928616" cy="933450"/>
          <wp:effectExtent l="0" t="0" r="0" b="0"/>
          <wp:docPr id="1" name="Slika 1" descr="C:\Users\picej\AppData\Local\Microsoft\Windows\INetCache\Content.Word\Logo_EKP_kohezijski_sklad_SLO_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icej\AppData\Local\Microsoft\Windows\INetCache\Content.Word\Logo_EKP_kohezijski_sklad_SLO_sloga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592" cy="94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3044"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B93073"/>
    <w:multiLevelType w:val="hybridMultilevel"/>
    <w:tmpl w:val="B8B46EBC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151D0C"/>
    <w:multiLevelType w:val="hybridMultilevel"/>
    <w:tmpl w:val="79ECF746"/>
    <w:lvl w:ilvl="0" w:tplc="92E24C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4A5894"/>
    <w:multiLevelType w:val="hybridMultilevel"/>
    <w:tmpl w:val="3D540ED0"/>
    <w:lvl w:ilvl="0" w:tplc="8E606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E0AB8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 w:hint="default"/>
      </w:rPr>
    </w:lvl>
    <w:lvl w:ilvl="2" w:tplc="2A1AAAE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sz w:val="20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6BC"/>
    <w:rsid w:val="00013DBB"/>
    <w:rsid w:val="00030CD1"/>
    <w:rsid w:val="000364F7"/>
    <w:rsid w:val="000A04AD"/>
    <w:rsid w:val="000A2E1A"/>
    <w:rsid w:val="000B758D"/>
    <w:rsid w:val="000C7948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667D5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76D96"/>
    <w:rsid w:val="0028398B"/>
    <w:rsid w:val="002929D8"/>
    <w:rsid w:val="002A2F54"/>
    <w:rsid w:val="002B03EC"/>
    <w:rsid w:val="002C6538"/>
    <w:rsid w:val="002C6A18"/>
    <w:rsid w:val="002D18D2"/>
    <w:rsid w:val="002E620F"/>
    <w:rsid w:val="003276BC"/>
    <w:rsid w:val="003503F2"/>
    <w:rsid w:val="003509DF"/>
    <w:rsid w:val="00367830"/>
    <w:rsid w:val="00367DF5"/>
    <w:rsid w:val="003700F3"/>
    <w:rsid w:val="003709E8"/>
    <w:rsid w:val="00380D23"/>
    <w:rsid w:val="0039085F"/>
    <w:rsid w:val="003C1226"/>
    <w:rsid w:val="003C407A"/>
    <w:rsid w:val="003D42B8"/>
    <w:rsid w:val="003D59D4"/>
    <w:rsid w:val="003F207B"/>
    <w:rsid w:val="003F3794"/>
    <w:rsid w:val="00447912"/>
    <w:rsid w:val="00454F80"/>
    <w:rsid w:val="00457AB1"/>
    <w:rsid w:val="0046441A"/>
    <w:rsid w:val="004A3073"/>
    <w:rsid w:val="004A58A0"/>
    <w:rsid w:val="004B1917"/>
    <w:rsid w:val="004C0CBD"/>
    <w:rsid w:val="004C6DB1"/>
    <w:rsid w:val="004D7B76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0A18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869F7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76608"/>
    <w:rsid w:val="00982604"/>
    <w:rsid w:val="009852BA"/>
    <w:rsid w:val="009A05EA"/>
    <w:rsid w:val="009A0D1A"/>
    <w:rsid w:val="009A579B"/>
    <w:rsid w:val="009B2575"/>
    <w:rsid w:val="009B437D"/>
    <w:rsid w:val="009C0D15"/>
    <w:rsid w:val="009D27DC"/>
    <w:rsid w:val="009D70B3"/>
    <w:rsid w:val="009E636C"/>
    <w:rsid w:val="009E68CF"/>
    <w:rsid w:val="009F504E"/>
    <w:rsid w:val="009F69EC"/>
    <w:rsid w:val="00A121E7"/>
    <w:rsid w:val="00A17A3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77AE8"/>
    <w:rsid w:val="00B80062"/>
    <w:rsid w:val="00B81A4E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31DF1"/>
    <w:rsid w:val="00C819B2"/>
    <w:rsid w:val="00C83B91"/>
    <w:rsid w:val="00C86277"/>
    <w:rsid w:val="00CB752D"/>
    <w:rsid w:val="00CC61A7"/>
    <w:rsid w:val="00CD263C"/>
    <w:rsid w:val="00CD4ADE"/>
    <w:rsid w:val="00D35149"/>
    <w:rsid w:val="00D50194"/>
    <w:rsid w:val="00D51DF2"/>
    <w:rsid w:val="00D64948"/>
    <w:rsid w:val="00D65C77"/>
    <w:rsid w:val="00D7586A"/>
    <w:rsid w:val="00D9490C"/>
    <w:rsid w:val="00DA3ECF"/>
    <w:rsid w:val="00DB2324"/>
    <w:rsid w:val="00DB6D03"/>
    <w:rsid w:val="00DD569D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93FAC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54A4C"/>
    <w:rsid w:val="00F636E1"/>
    <w:rsid w:val="00F7181A"/>
    <w:rsid w:val="00F76442"/>
    <w:rsid w:val="00F84FDD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F711398"/>
  <w15:docId w15:val="{F9B70294-F3A0-4F00-906B-3EE8EC37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7660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F84FDD"/>
    <w:rPr>
      <w:rFonts w:ascii="Courier New" w:hAnsi="Courier New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F84FDD"/>
    <w:pPr>
      <w:ind w:left="720"/>
      <w:contextualSpacing/>
    </w:pPr>
  </w:style>
  <w:style w:type="paragraph" w:customStyle="1" w:styleId="Golobesedilo3">
    <w:name w:val="Golo besedilo3"/>
    <w:basedOn w:val="Navaden"/>
    <w:rsid w:val="00F84FDD"/>
    <w:rPr>
      <w:rFonts w:ascii="Courier New" w:hAnsi="Courier New"/>
      <w:sz w:val="20"/>
      <w:szCs w:val="20"/>
    </w:rPr>
  </w:style>
  <w:style w:type="paragraph" w:customStyle="1" w:styleId="Golobesedilo6">
    <w:name w:val="Golo besedilo6"/>
    <w:basedOn w:val="Navaden"/>
    <w:rsid w:val="004A58A0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picej\Downloads\Dopis-Odd-GJSOP-Rezijski_CGP_B%20(4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8FA5E-2328-4670-82AA-66B46181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Dopis-Odd-GJSOP-Rezijski_CGP_B (4).dotx</Template>
  <TotalTime>0</TotalTime>
  <Pages>3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2180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Picej Luka</dc:creator>
  <cp:lastModifiedBy>Picej Luka</cp:lastModifiedBy>
  <cp:revision>2</cp:revision>
  <cp:lastPrinted>2022-12-08T11:50:00Z</cp:lastPrinted>
  <dcterms:created xsi:type="dcterms:W3CDTF">2022-12-08T19:10:00Z</dcterms:created>
  <dcterms:modified xsi:type="dcterms:W3CDTF">2022-12-08T19:10:00Z</dcterms:modified>
</cp:coreProperties>
</file>